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宋体" w:cs="Times New Roman"/>
          <w:kern w:val="2"/>
          <w:sz w:val="28"/>
          <w:szCs w:val="24"/>
          <w:lang w:val="en-US" w:eastAsia="zh-CN" w:bidi="ar"/>
        </w:rPr>
        <w:t>3</w:t>
      </w: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lang w:val="en-US" w:eastAsia="zh-CN" w:bidi="ar"/>
        </w:rPr>
        <w:t>保密协议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0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作为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的工作人员，按照中国人民银行集中采购中心与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公司签订的合同规定，提供“ 中国人民银行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台残钞销毁设备（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>800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公斤/小时）采购 项目”合同所含货物及其到货安装、调试、售后质量保证及技术支持、培训等服务。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0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保证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等工作人员 从事上述工作时和工作完成后，遵守有关保密规定，对获得的内部资料、信息不泄漏、不传播，若要向与项目有关人员提供，需事先获得甲方和最终用户同意，同时应注意保密并限于履行合同的范围，并自愿承担因本人原因导致的人民银行内部资料、信息外泄引起的法律责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仿宋_GB2312"/>
          <w:sz w:val="30"/>
          <w:szCs w:val="2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599" w:firstLineChars="1083"/>
        <w:jc w:val="both"/>
        <w:rPr>
          <w:rFonts w:hint="eastAsia" w:ascii="宋体" w:hAnsi="宋体" w:eastAsia="宋体" w:cs="宋体"/>
          <w:sz w:val="24"/>
          <w:szCs w:val="20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19" w:firstLineChars="1383"/>
        <w:jc w:val="both"/>
        <w:rPr>
          <w:rFonts w:hint="eastAsia" w:ascii="宋体" w:hAnsi="宋体" w:eastAsia="宋体" w:cs="宋体"/>
          <w:sz w:val="24"/>
          <w:szCs w:val="20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单位盖章：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19" w:firstLineChars="1383"/>
        <w:jc w:val="both"/>
        <w:rPr>
          <w:rFonts w:hint="eastAsia" w:ascii="宋体" w:hAnsi="宋体" w:eastAsia="宋体" w:cs="宋体"/>
          <w:sz w:val="24"/>
          <w:szCs w:val="20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法人代表或授权代表签字：</w:t>
      </w:r>
    </w:p>
    <w:p>
      <w:pPr>
        <w:widowControl w:val="0"/>
        <w:rPr>
          <w:b w:val="0"/>
          <w:bCs w:val="0"/>
          <w:color w:val="auto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日期：</w:t>
      </w:r>
      <w:bookmarkStart w:id="0" w:name="_GoBack"/>
      <w:bookmarkEnd w:id="0"/>
    </w:p>
    <w:sectPr>
      <w:footerReference r:id="rId3" w:type="defaul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ascii="宋体" w:cs="宋体"/>
        <w:sz w:val="28"/>
        <w:szCs w:val="28"/>
        <w:lang w:val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宋体" w:cstheme="minorBid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79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z&#10;SVju0AAAAAUBAAAPAAAAAAAAAAEAIAAAACIAAABkcnMvZG93bnJldi54bWxQSwECFAAUAAAACACH&#10;TuJAjUkPjboBAABXAwAADgAAAAAAAAABACAAAAAfAQAAZHJzL2Uyb0RvYy54bWxQSwUGAAAAAAYA&#10;BgBZAQAAS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宋体" w:cstheme="minorBidi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79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'),.7:;&gt;?]b}¢¨°·ˇˉ‐―‖’”…‰′″›℃∶、。〃〉》」』】〕〗〞︶︺︾﹀﹄﹚﹜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F0"/>
    <w:rsid w:val="00032415"/>
    <w:rsid w:val="00226CED"/>
    <w:rsid w:val="003417F0"/>
    <w:rsid w:val="00926C85"/>
    <w:rsid w:val="00AA737C"/>
    <w:rsid w:val="00C46FDB"/>
    <w:rsid w:val="00D71BE2"/>
    <w:rsid w:val="00D91BD0"/>
    <w:rsid w:val="01165A0B"/>
    <w:rsid w:val="01254187"/>
    <w:rsid w:val="013E63AF"/>
    <w:rsid w:val="01463FD6"/>
    <w:rsid w:val="0156587B"/>
    <w:rsid w:val="01C0462B"/>
    <w:rsid w:val="01E116C1"/>
    <w:rsid w:val="01E65222"/>
    <w:rsid w:val="01F574EF"/>
    <w:rsid w:val="01FE524D"/>
    <w:rsid w:val="02071A32"/>
    <w:rsid w:val="02306A3D"/>
    <w:rsid w:val="02487567"/>
    <w:rsid w:val="025D7818"/>
    <w:rsid w:val="0269265A"/>
    <w:rsid w:val="02B61879"/>
    <w:rsid w:val="02D355DE"/>
    <w:rsid w:val="02EC2E26"/>
    <w:rsid w:val="031E33E6"/>
    <w:rsid w:val="0330729D"/>
    <w:rsid w:val="03495654"/>
    <w:rsid w:val="035069F7"/>
    <w:rsid w:val="03865B97"/>
    <w:rsid w:val="03944B43"/>
    <w:rsid w:val="03BF3A79"/>
    <w:rsid w:val="03CE640B"/>
    <w:rsid w:val="03D02C38"/>
    <w:rsid w:val="03D1374A"/>
    <w:rsid w:val="03EB6D48"/>
    <w:rsid w:val="03F12AFE"/>
    <w:rsid w:val="04113EF0"/>
    <w:rsid w:val="047812E5"/>
    <w:rsid w:val="04A8741E"/>
    <w:rsid w:val="04BC025E"/>
    <w:rsid w:val="04FD6546"/>
    <w:rsid w:val="052A26B4"/>
    <w:rsid w:val="05402656"/>
    <w:rsid w:val="05582C36"/>
    <w:rsid w:val="05804B15"/>
    <w:rsid w:val="058540C7"/>
    <w:rsid w:val="05976646"/>
    <w:rsid w:val="05A574D6"/>
    <w:rsid w:val="05CD0C53"/>
    <w:rsid w:val="05EE2B1D"/>
    <w:rsid w:val="06096228"/>
    <w:rsid w:val="061442F6"/>
    <w:rsid w:val="062E6055"/>
    <w:rsid w:val="063173DB"/>
    <w:rsid w:val="063A22F1"/>
    <w:rsid w:val="0671413A"/>
    <w:rsid w:val="0688349C"/>
    <w:rsid w:val="06B54EDE"/>
    <w:rsid w:val="06CB625D"/>
    <w:rsid w:val="06D133C3"/>
    <w:rsid w:val="06D30BD5"/>
    <w:rsid w:val="06DD0520"/>
    <w:rsid w:val="06F200EF"/>
    <w:rsid w:val="06F26A90"/>
    <w:rsid w:val="06FA7216"/>
    <w:rsid w:val="07047851"/>
    <w:rsid w:val="070C5E6F"/>
    <w:rsid w:val="070C6866"/>
    <w:rsid w:val="071F7312"/>
    <w:rsid w:val="0740318F"/>
    <w:rsid w:val="076F79D2"/>
    <w:rsid w:val="07A3733B"/>
    <w:rsid w:val="07AA6415"/>
    <w:rsid w:val="07AC3842"/>
    <w:rsid w:val="07C71811"/>
    <w:rsid w:val="07E97867"/>
    <w:rsid w:val="07F56CCA"/>
    <w:rsid w:val="082575E5"/>
    <w:rsid w:val="08596DE6"/>
    <w:rsid w:val="08647C29"/>
    <w:rsid w:val="08981221"/>
    <w:rsid w:val="08DF53BF"/>
    <w:rsid w:val="08FE1D82"/>
    <w:rsid w:val="098139AF"/>
    <w:rsid w:val="09D0563F"/>
    <w:rsid w:val="0A333872"/>
    <w:rsid w:val="0A386C4E"/>
    <w:rsid w:val="0A390C39"/>
    <w:rsid w:val="0AD97C54"/>
    <w:rsid w:val="0AED41EB"/>
    <w:rsid w:val="0AF14AA3"/>
    <w:rsid w:val="0B1A5ED8"/>
    <w:rsid w:val="0B21732C"/>
    <w:rsid w:val="0B2C6C02"/>
    <w:rsid w:val="0B3E0C33"/>
    <w:rsid w:val="0B431621"/>
    <w:rsid w:val="0B4C0F23"/>
    <w:rsid w:val="0B7F64C5"/>
    <w:rsid w:val="0BB61A7A"/>
    <w:rsid w:val="0BED3ADB"/>
    <w:rsid w:val="0C0F36C9"/>
    <w:rsid w:val="0C1A6C87"/>
    <w:rsid w:val="0C2D3135"/>
    <w:rsid w:val="0C4355A6"/>
    <w:rsid w:val="0C5F0FD9"/>
    <w:rsid w:val="0C6561B9"/>
    <w:rsid w:val="0C711691"/>
    <w:rsid w:val="0C7D4FFD"/>
    <w:rsid w:val="0C851565"/>
    <w:rsid w:val="0C8C348F"/>
    <w:rsid w:val="0CA225C0"/>
    <w:rsid w:val="0CD02B39"/>
    <w:rsid w:val="0CE76282"/>
    <w:rsid w:val="0D4E72D6"/>
    <w:rsid w:val="0D5409AC"/>
    <w:rsid w:val="0D7C14E1"/>
    <w:rsid w:val="0DB916D0"/>
    <w:rsid w:val="0DBF027C"/>
    <w:rsid w:val="0DD068E1"/>
    <w:rsid w:val="0DD118B5"/>
    <w:rsid w:val="0DEF0A87"/>
    <w:rsid w:val="0E083673"/>
    <w:rsid w:val="0E160434"/>
    <w:rsid w:val="0E4339C8"/>
    <w:rsid w:val="0E4B7413"/>
    <w:rsid w:val="0E943125"/>
    <w:rsid w:val="0EA12BB3"/>
    <w:rsid w:val="0EB67CF0"/>
    <w:rsid w:val="0EC37456"/>
    <w:rsid w:val="0F13508B"/>
    <w:rsid w:val="0F160D75"/>
    <w:rsid w:val="0F2667DC"/>
    <w:rsid w:val="0F2C1B47"/>
    <w:rsid w:val="0F3775BD"/>
    <w:rsid w:val="0F49554F"/>
    <w:rsid w:val="0F4A7E0B"/>
    <w:rsid w:val="0F7D71EB"/>
    <w:rsid w:val="0FB93FF7"/>
    <w:rsid w:val="0FBC263A"/>
    <w:rsid w:val="0FC20484"/>
    <w:rsid w:val="0FD615AA"/>
    <w:rsid w:val="0FF433E1"/>
    <w:rsid w:val="100861B5"/>
    <w:rsid w:val="101A16C8"/>
    <w:rsid w:val="101F4F02"/>
    <w:rsid w:val="103E1751"/>
    <w:rsid w:val="10420B17"/>
    <w:rsid w:val="106221BD"/>
    <w:rsid w:val="10685F9E"/>
    <w:rsid w:val="106F05FE"/>
    <w:rsid w:val="10824853"/>
    <w:rsid w:val="10884EF3"/>
    <w:rsid w:val="10AA0C6E"/>
    <w:rsid w:val="10AF44D9"/>
    <w:rsid w:val="10B70FC9"/>
    <w:rsid w:val="10D20574"/>
    <w:rsid w:val="10F949B0"/>
    <w:rsid w:val="110C233C"/>
    <w:rsid w:val="111A2476"/>
    <w:rsid w:val="112A5869"/>
    <w:rsid w:val="112E4B93"/>
    <w:rsid w:val="11317486"/>
    <w:rsid w:val="114061AC"/>
    <w:rsid w:val="114C7DBA"/>
    <w:rsid w:val="116D496D"/>
    <w:rsid w:val="117622B1"/>
    <w:rsid w:val="11AD7FC2"/>
    <w:rsid w:val="12314468"/>
    <w:rsid w:val="128C0799"/>
    <w:rsid w:val="12D449E8"/>
    <w:rsid w:val="131262A3"/>
    <w:rsid w:val="13336D48"/>
    <w:rsid w:val="133F01A2"/>
    <w:rsid w:val="13435EBA"/>
    <w:rsid w:val="135441AC"/>
    <w:rsid w:val="13760A9E"/>
    <w:rsid w:val="137775AE"/>
    <w:rsid w:val="13871B01"/>
    <w:rsid w:val="13B66F20"/>
    <w:rsid w:val="13BE3B51"/>
    <w:rsid w:val="13BF1A7E"/>
    <w:rsid w:val="14030C75"/>
    <w:rsid w:val="14061DB3"/>
    <w:rsid w:val="141A0C06"/>
    <w:rsid w:val="142515C1"/>
    <w:rsid w:val="14641F54"/>
    <w:rsid w:val="14C00494"/>
    <w:rsid w:val="14EF3D03"/>
    <w:rsid w:val="15357482"/>
    <w:rsid w:val="1545696C"/>
    <w:rsid w:val="15480D93"/>
    <w:rsid w:val="154954E0"/>
    <w:rsid w:val="155776C5"/>
    <w:rsid w:val="155A0C7E"/>
    <w:rsid w:val="15607649"/>
    <w:rsid w:val="159A6354"/>
    <w:rsid w:val="15B16001"/>
    <w:rsid w:val="15C2334D"/>
    <w:rsid w:val="15D35895"/>
    <w:rsid w:val="15D92E7B"/>
    <w:rsid w:val="160A27B6"/>
    <w:rsid w:val="16260020"/>
    <w:rsid w:val="162E4890"/>
    <w:rsid w:val="164E1225"/>
    <w:rsid w:val="16663C8E"/>
    <w:rsid w:val="16744BF3"/>
    <w:rsid w:val="16795D2D"/>
    <w:rsid w:val="16913D00"/>
    <w:rsid w:val="16AE592B"/>
    <w:rsid w:val="170C4C26"/>
    <w:rsid w:val="173D4CD4"/>
    <w:rsid w:val="174516F4"/>
    <w:rsid w:val="174F5F92"/>
    <w:rsid w:val="17705DFD"/>
    <w:rsid w:val="177743AB"/>
    <w:rsid w:val="17A65599"/>
    <w:rsid w:val="17AC5087"/>
    <w:rsid w:val="17BD7468"/>
    <w:rsid w:val="18285CB6"/>
    <w:rsid w:val="183D6B12"/>
    <w:rsid w:val="18585ED3"/>
    <w:rsid w:val="18DE25B3"/>
    <w:rsid w:val="19771E1D"/>
    <w:rsid w:val="19B670D5"/>
    <w:rsid w:val="19BE4CD4"/>
    <w:rsid w:val="1A030D06"/>
    <w:rsid w:val="1A0E4235"/>
    <w:rsid w:val="1A153CF6"/>
    <w:rsid w:val="1A154767"/>
    <w:rsid w:val="1A243C2C"/>
    <w:rsid w:val="1A2E474D"/>
    <w:rsid w:val="1A6041C9"/>
    <w:rsid w:val="1A684A7E"/>
    <w:rsid w:val="1A745E94"/>
    <w:rsid w:val="1A8A47E6"/>
    <w:rsid w:val="1A8B6E7C"/>
    <w:rsid w:val="1A8B795A"/>
    <w:rsid w:val="1AA04A50"/>
    <w:rsid w:val="1AE0392D"/>
    <w:rsid w:val="1AE13BDF"/>
    <w:rsid w:val="1AE31D4E"/>
    <w:rsid w:val="1AEB6F40"/>
    <w:rsid w:val="1AF52E67"/>
    <w:rsid w:val="1B037485"/>
    <w:rsid w:val="1B1F3B23"/>
    <w:rsid w:val="1B5E0146"/>
    <w:rsid w:val="1B632ADD"/>
    <w:rsid w:val="1B724647"/>
    <w:rsid w:val="1B810CF3"/>
    <w:rsid w:val="1BFA4EBC"/>
    <w:rsid w:val="1BFE448D"/>
    <w:rsid w:val="1C0601D2"/>
    <w:rsid w:val="1C144C8C"/>
    <w:rsid w:val="1C641310"/>
    <w:rsid w:val="1C7B167C"/>
    <w:rsid w:val="1C7C0046"/>
    <w:rsid w:val="1CC33FCC"/>
    <w:rsid w:val="1CC44586"/>
    <w:rsid w:val="1D010C52"/>
    <w:rsid w:val="1D020A9C"/>
    <w:rsid w:val="1D1F3B8A"/>
    <w:rsid w:val="1D260AF2"/>
    <w:rsid w:val="1D3C5EBD"/>
    <w:rsid w:val="1D4E577B"/>
    <w:rsid w:val="1D546930"/>
    <w:rsid w:val="1D6E1EC9"/>
    <w:rsid w:val="1DC26998"/>
    <w:rsid w:val="1DC32B42"/>
    <w:rsid w:val="1DCB2DCA"/>
    <w:rsid w:val="1DCD1F1D"/>
    <w:rsid w:val="1DEC1C16"/>
    <w:rsid w:val="1DF4345F"/>
    <w:rsid w:val="1E342F7B"/>
    <w:rsid w:val="1E583714"/>
    <w:rsid w:val="1E6D21B2"/>
    <w:rsid w:val="1E9B3422"/>
    <w:rsid w:val="1E9D68E0"/>
    <w:rsid w:val="1E9E1A7D"/>
    <w:rsid w:val="1EB17FCD"/>
    <w:rsid w:val="1EE071D8"/>
    <w:rsid w:val="1EF6565A"/>
    <w:rsid w:val="1F110D8D"/>
    <w:rsid w:val="1F210397"/>
    <w:rsid w:val="1F220A29"/>
    <w:rsid w:val="1F3B25E1"/>
    <w:rsid w:val="1F4446B9"/>
    <w:rsid w:val="1F4E2EB8"/>
    <w:rsid w:val="1F81520B"/>
    <w:rsid w:val="1F972246"/>
    <w:rsid w:val="1FD13B56"/>
    <w:rsid w:val="1FD1649B"/>
    <w:rsid w:val="1FF44D56"/>
    <w:rsid w:val="1FF87B6D"/>
    <w:rsid w:val="20172225"/>
    <w:rsid w:val="20182006"/>
    <w:rsid w:val="205F7C98"/>
    <w:rsid w:val="20647727"/>
    <w:rsid w:val="20771369"/>
    <w:rsid w:val="2093620C"/>
    <w:rsid w:val="209A2EE6"/>
    <w:rsid w:val="20D21FF2"/>
    <w:rsid w:val="20DF7B08"/>
    <w:rsid w:val="20FA325E"/>
    <w:rsid w:val="2107196C"/>
    <w:rsid w:val="210B2A57"/>
    <w:rsid w:val="214F7471"/>
    <w:rsid w:val="2153188F"/>
    <w:rsid w:val="21894EBF"/>
    <w:rsid w:val="21D4120B"/>
    <w:rsid w:val="21DC242A"/>
    <w:rsid w:val="21E14032"/>
    <w:rsid w:val="21F00A39"/>
    <w:rsid w:val="221312EB"/>
    <w:rsid w:val="222A2BE4"/>
    <w:rsid w:val="224155AB"/>
    <w:rsid w:val="226D164C"/>
    <w:rsid w:val="226D7A64"/>
    <w:rsid w:val="22B75BFA"/>
    <w:rsid w:val="22B9328D"/>
    <w:rsid w:val="22E24F15"/>
    <w:rsid w:val="22F07CED"/>
    <w:rsid w:val="22F75125"/>
    <w:rsid w:val="233B6D2A"/>
    <w:rsid w:val="23520132"/>
    <w:rsid w:val="23657AEF"/>
    <w:rsid w:val="236C2C0D"/>
    <w:rsid w:val="2380036E"/>
    <w:rsid w:val="2383542B"/>
    <w:rsid w:val="238670E1"/>
    <w:rsid w:val="238D303A"/>
    <w:rsid w:val="239E0CCD"/>
    <w:rsid w:val="23F95BF2"/>
    <w:rsid w:val="24156D90"/>
    <w:rsid w:val="242D287F"/>
    <w:rsid w:val="24301AC0"/>
    <w:rsid w:val="243171C1"/>
    <w:rsid w:val="244A3E78"/>
    <w:rsid w:val="24717893"/>
    <w:rsid w:val="24864819"/>
    <w:rsid w:val="24E103DC"/>
    <w:rsid w:val="24F013AA"/>
    <w:rsid w:val="250006CF"/>
    <w:rsid w:val="251210B1"/>
    <w:rsid w:val="25200B93"/>
    <w:rsid w:val="252C279A"/>
    <w:rsid w:val="253E26F3"/>
    <w:rsid w:val="25440655"/>
    <w:rsid w:val="25484162"/>
    <w:rsid w:val="254E3C81"/>
    <w:rsid w:val="255B5F63"/>
    <w:rsid w:val="255C43FE"/>
    <w:rsid w:val="25833716"/>
    <w:rsid w:val="25EA33EB"/>
    <w:rsid w:val="25F27783"/>
    <w:rsid w:val="2604072A"/>
    <w:rsid w:val="26065049"/>
    <w:rsid w:val="260701C5"/>
    <w:rsid w:val="261D737D"/>
    <w:rsid w:val="263A015F"/>
    <w:rsid w:val="26404240"/>
    <w:rsid w:val="26523822"/>
    <w:rsid w:val="267A731C"/>
    <w:rsid w:val="26B22B10"/>
    <w:rsid w:val="26C21610"/>
    <w:rsid w:val="26D75E8B"/>
    <w:rsid w:val="26DE3688"/>
    <w:rsid w:val="26EF248F"/>
    <w:rsid w:val="26FA7FB1"/>
    <w:rsid w:val="270E69D0"/>
    <w:rsid w:val="273914B8"/>
    <w:rsid w:val="275A37A2"/>
    <w:rsid w:val="27966FE8"/>
    <w:rsid w:val="27A30661"/>
    <w:rsid w:val="27B0537E"/>
    <w:rsid w:val="27B825BA"/>
    <w:rsid w:val="27BB68CB"/>
    <w:rsid w:val="28082132"/>
    <w:rsid w:val="28126CE9"/>
    <w:rsid w:val="28252514"/>
    <w:rsid w:val="286A37F1"/>
    <w:rsid w:val="2884377A"/>
    <w:rsid w:val="28896AA7"/>
    <w:rsid w:val="288A21DB"/>
    <w:rsid w:val="28A86CC7"/>
    <w:rsid w:val="28C75B3E"/>
    <w:rsid w:val="28F32ED3"/>
    <w:rsid w:val="28FB26CB"/>
    <w:rsid w:val="2918705B"/>
    <w:rsid w:val="291C1864"/>
    <w:rsid w:val="292F3E8F"/>
    <w:rsid w:val="29463A31"/>
    <w:rsid w:val="29612EC4"/>
    <w:rsid w:val="29735514"/>
    <w:rsid w:val="298E247A"/>
    <w:rsid w:val="29CB72DE"/>
    <w:rsid w:val="29F448A6"/>
    <w:rsid w:val="2A1B3703"/>
    <w:rsid w:val="2A68436B"/>
    <w:rsid w:val="2A7E7667"/>
    <w:rsid w:val="2A841B62"/>
    <w:rsid w:val="2A9C5E3E"/>
    <w:rsid w:val="2AE91866"/>
    <w:rsid w:val="2B0D5799"/>
    <w:rsid w:val="2B1C3254"/>
    <w:rsid w:val="2B2A353D"/>
    <w:rsid w:val="2B623708"/>
    <w:rsid w:val="2B813A2D"/>
    <w:rsid w:val="2B8B5272"/>
    <w:rsid w:val="2B9040AD"/>
    <w:rsid w:val="2BB66696"/>
    <w:rsid w:val="2BD602C7"/>
    <w:rsid w:val="2BF46B65"/>
    <w:rsid w:val="2BFC0C62"/>
    <w:rsid w:val="2C0E0AB9"/>
    <w:rsid w:val="2C2854B5"/>
    <w:rsid w:val="2C334F91"/>
    <w:rsid w:val="2C43693A"/>
    <w:rsid w:val="2C5520BF"/>
    <w:rsid w:val="2C7B0723"/>
    <w:rsid w:val="2C836396"/>
    <w:rsid w:val="2CBA2B79"/>
    <w:rsid w:val="2CBB3B3E"/>
    <w:rsid w:val="2CCC78CB"/>
    <w:rsid w:val="2CD010B8"/>
    <w:rsid w:val="2D1B37D6"/>
    <w:rsid w:val="2D50142D"/>
    <w:rsid w:val="2D524608"/>
    <w:rsid w:val="2D5C04EF"/>
    <w:rsid w:val="2D7829D4"/>
    <w:rsid w:val="2DA5169A"/>
    <w:rsid w:val="2DAE03BD"/>
    <w:rsid w:val="2DB37485"/>
    <w:rsid w:val="2DB415CB"/>
    <w:rsid w:val="2DBD4CF3"/>
    <w:rsid w:val="2DE947E9"/>
    <w:rsid w:val="2DFD6258"/>
    <w:rsid w:val="2E0027DD"/>
    <w:rsid w:val="2E022716"/>
    <w:rsid w:val="2E626680"/>
    <w:rsid w:val="2E6975E2"/>
    <w:rsid w:val="2E7B0E70"/>
    <w:rsid w:val="2E867A18"/>
    <w:rsid w:val="2E8F4661"/>
    <w:rsid w:val="2E9A200E"/>
    <w:rsid w:val="2E9C0AE9"/>
    <w:rsid w:val="2EC07534"/>
    <w:rsid w:val="2EF30F40"/>
    <w:rsid w:val="2F196C30"/>
    <w:rsid w:val="2F8A5B60"/>
    <w:rsid w:val="2F923CC2"/>
    <w:rsid w:val="2FB23B4A"/>
    <w:rsid w:val="2FBE3F22"/>
    <w:rsid w:val="2FD768F6"/>
    <w:rsid w:val="2FE4580C"/>
    <w:rsid w:val="2FE5797C"/>
    <w:rsid w:val="2FEA1537"/>
    <w:rsid w:val="300143C0"/>
    <w:rsid w:val="30045AF5"/>
    <w:rsid w:val="301030C4"/>
    <w:rsid w:val="30355EEC"/>
    <w:rsid w:val="307B5958"/>
    <w:rsid w:val="30D04870"/>
    <w:rsid w:val="30E76150"/>
    <w:rsid w:val="30E91B77"/>
    <w:rsid w:val="311E3F76"/>
    <w:rsid w:val="31211BD1"/>
    <w:rsid w:val="316A3379"/>
    <w:rsid w:val="31751A0E"/>
    <w:rsid w:val="31B120DD"/>
    <w:rsid w:val="31B37C53"/>
    <w:rsid w:val="325E656B"/>
    <w:rsid w:val="326750A6"/>
    <w:rsid w:val="32701E69"/>
    <w:rsid w:val="32947692"/>
    <w:rsid w:val="32AB41F1"/>
    <w:rsid w:val="32AC1527"/>
    <w:rsid w:val="32F07791"/>
    <w:rsid w:val="331B16CC"/>
    <w:rsid w:val="33380C46"/>
    <w:rsid w:val="336F3153"/>
    <w:rsid w:val="337E6EDF"/>
    <w:rsid w:val="339C5CCC"/>
    <w:rsid w:val="33A033D3"/>
    <w:rsid w:val="33B445E3"/>
    <w:rsid w:val="33C9247C"/>
    <w:rsid w:val="33CC6D14"/>
    <w:rsid w:val="33D044FC"/>
    <w:rsid w:val="340C53EA"/>
    <w:rsid w:val="340D1154"/>
    <w:rsid w:val="34107F1D"/>
    <w:rsid w:val="34515435"/>
    <w:rsid w:val="34792EB5"/>
    <w:rsid w:val="34BC1014"/>
    <w:rsid w:val="34CC3952"/>
    <w:rsid w:val="34EA5EE0"/>
    <w:rsid w:val="35342018"/>
    <w:rsid w:val="35445216"/>
    <w:rsid w:val="354C3116"/>
    <w:rsid w:val="35532F6C"/>
    <w:rsid w:val="35612B47"/>
    <w:rsid w:val="358F3ED7"/>
    <w:rsid w:val="35931835"/>
    <w:rsid w:val="35C9759B"/>
    <w:rsid w:val="35EC5CD0"/>
    <w:rsid w:val="361258FC"/>
    <w:rsid w:val="364C6E87"/>
    <w:rsid w:val="366458BE"/>
    <w:rsid w:val="36755416"/>
    <w:rsid w:val="36867BB0"/>
    <w:rsid w:val="36B87B51"/>
    <w:rsid w:val="36D50A1D"/>
    <w:rsid w:val="36E13CB2"/>
    <w:rsid w:val="37360437"/>
    <w:rsid w:val="376D29E4"/>
    <w:rsid w:val="377A2F31"/>
    <w:rsid w:val="377F22E1"/>
    <w:rsid w:val="3798173C"/>
    <w:rsid w:val="379B22A6"/>
    <w:rsid w:val="37A25BE7"/>
    <w:rsid w:val="37AA071B"/>
    <w:rsid w:val="37DA11CE"/>
    <w:rsid w:val="38086248"/>
    <w:rsid w:val="3815515E"/>
    <w:rsid w:val="381715B2"/>
    <w:rsid w:val="386A29AC"/>
    <w:rsid w:val="387D1A1E"/>
    <w:rsid w:val="387E23A1"/>
    <w:rsid w:val="388A4DC8"/>
    <w:rsid w:val="38A36B60"/>
    <w:rsid w:val="38DC33EC"/>
    <w:rsid w:val="38DF2437"/>
    <w:rsid w:val="391707EE"/>
    <w:rsid w:val="392E0A61"/>
    <w:rsid w:val="397251FD"/>
    <w:rsid w:val="39727F15"/>
    <w:rsid w:val="3980073B"/>
    <w:rsid w:val="398166BD"/>
    <w:rsid w:val="39DB084E"/>
    <w:rsid w:val="39E46C9F"/>
    <w:rsid w:val="3A0809E9"/>
    <w:rsid w:val="3A17500B"/>
    <w:rsid w:val="3A806609"/>
    <w:rsid w:val="3A9436C7"/>
    <w:rsid w:val="3AC12FCE"/>
    <w:rsid w:val="3AE54F3F"/>
    <w:rsid w:val="3AEA339A"/>
    <w:rsid w:val="3AFF47E7"/>
    <w:rsid w:val="3BB7377A"/>
    <w:rsid w:val="3BD332D1"/>
    <w:rsid w:val="3BD658AA"/>
    <w:rsid w:val="3BFF41EF"/>
    <w:rsid w:val="3C435990"/>
    <w:rsid w:val="3C45163E"/>
    <w:rsid w:val="3C5030EC"/>
    <w:rsid w:val="3C520949"/>
    <w:rsid w:val="3CA4761C"/>
    <w:rsid w:val="3CA7484B"/>
    <w:rsid w:val="3CAD1607"/>
    <w:rsid w:val="3CB91FCD"/>
    <w:rsid w:val="3CBF59CB"/>
    <w:rsid w:val="3CCC477B"/>
    <w:rsid w:val="3CD96975"/>
    <w:rsid w:val="3CDA2E23"/>
    <w:rsid w:val="3CE1555B"/>
    <w:rsid w:val="3CE52B1F"/>
    <w:rsid w:val="3D0D6CFA"/>
    <w:rsid w:val="3D132468"/>
    <w:rsid w:val="3D705B5F"/>
    <w:rsid w:val="3D92710E"/>
    <w:rsid w:val="3DE271BE"/>
    <w:rsid w:val="3DE36449"/>
    <w:rsid w:val="3DE810E6"/>
    <w:rsid w:val="3DE85332"/>
    <w:rsid w:val="3E15344F"/>
    <w:rsid w:val="3E207B9E"/>
    <w:rsid w:val="3E337B2F"/>
    <w:rsid w:val="3E652E24"/>
    <w:rsid w:val="3EB3623D"/>
    <w:rsid w:val="3EBB3897"/>
    <w:rsid w:val="3EBD17C0"/>
    <w:rsid w:val="3ECD19A3"/>
    <w:rsid w:val="3F174EAD"/>
    <w:rsid w:val="3F262B38"/>
    <w:rsid w:val="3F282EA8"/>
    <w:rsid w:val="3F602726"/>
    <w:rsid w:val="3FA862F4"/>
    <w:rsid w:val="3FAD2484"/>
    <w:rsid w:val="3FDA7A20"/>
    <w:rsid w:val="3FE32E0C"/>
    <w:rsid w:val="3FE657BB"/>
    <w:rsid w:val="3FE911BE"/>
    <w:rsid w:val="403E3A62"/>
    <w:rsid w:val="40580D2D"/>
    <w:rsid w:val="40582521"/>
    <w:rsid w:val="40856E09"/>
    <w:rsid w:val="40E317CB"/>
    <w:rsid w:val="40EC15A0"/>
    <w:rsid w:val="40F56A8C"/>
    <w:rsid w:val="410E6DBC"/>
    <w:rsid w:val="41371474"/>
    <w:rsid w:val="417022C1"/>
    <w:rsid w:val="41822149"/>
    <w:rsid w:val="41B046ED"/>
    <w:rsid w:val="41D41AD4"/>
    <w:rsid w:val="41EE0A65"/>
    <w:rsid w:val="41FF6146"/>
    <w:rsid w:val="42735375"/>
    <w:rsid w:val="42740EDA"/>
    <w:rsid w:val="427A5123"/>
    <w:rsid w:val="427E44A7"/>
    <w:rsid w:val="428C799B"/>
    <w:rsid w:val="429A4D34"/>
    <w:rsid w:val="42B720F6"/>
    <w:rsid w:val="42DC4A23"/>
    <w:rsid w:val="432F6740"/>
    <w:rsid w:val="435F559C"/>
    <w:rsid w:val="437663C7"/>
    <w:rsid w:val="439436F2"/>
    <w:rsid w:val="43C06DB8"/>
    <w:rsid w:val="43CB3651"/>
    <w:rsid w:val="43D57BF4"/>
    <w:rsid w:val="43D65830"/>
    <w:rsid w:val="43DD65CF"/>
    <w:rsid w:val="43EF0C8C"/>
    <w:rsid w:val="43F173D7"/>
    <w:rsid w:val="43F45FEA"/>
    <w:rsid w:val="43F73449"/>
    <w:rsid w:val="44335672"/>
    <w:rsid w:val="443A6DE4"/>
    <w:rsid w:val="44642818"/>
    <w:rsid w:val="448F34AA"/>
    <w:rsid w:val="44906D36"/>
    <w:rsid w:val="449F6582"/>
    <w:rsid w:val="44C92299"/>
    <w:rsid w:val="44EF27C4"/>
    <w:rsid w:val="450056DB"/>
    <w:rsid w:val="45692BFF"/>
    <w:rsid w:val="45817C56"/>
    <w:rsid w:val="45A05427"/>
    <w:rsid w:val="45A33844"/>
    <w:rsid w:val="45B10F08"/>
    <w:rsid w:val="45E6340E"/>
    <w:rsid w:val="46354429"/>
    <w:rsid w:val="463830E6"/>
    <w:rsid w:val="46857A02"/>
    <w:rsid w:val="468C1B84"/>
    <w:rsid w:val="46B3263B"/>
    <w:rsid w:val="46B53443"/>
    <w:rsid w:val="46CA60A1"/>
    <w:rsid w:val="46EA5F80"/>
    <w:rsid w:val="47033E7F"/>
    <w:rsid w:val="47514CEF"/>
    <w:rsid w:val="4764323D"/>
    <w:rsid w:val="479B35A1"/>
    <w:rsid w:val="47A67D5D"/>
    <w:rsid w:val="47B2474E"/>
    <w:rsid w:val="47B94002"/>
    <w:rsid w:val="47E8202E"/>
    <w:rsid w:val="484234FB"/>
    <w:rsid w:val="48473BF4"/>
    <w:rsid w:val="486C1988"/>
    <w:rsid w:val="48712453"/>
    <w:rsid w:val="48B77B17"/>
    <w:rsid w:val="48C13112"/>
    <w:rsid w:val="48DC70AD"/>
    <w:rsid w:val="48E0670E"/>
    <w:rsid w:val="48E73C90"/>
    <w:rsid w:val="49100075"/>
    <w:rsid w:val="49190BC2"/>
    <w:rsid w:val="492D7E77"/>
    <w:rsid w:val="494E5DB3"/>
    <w:rsid w:val="49533C5E"/>
    <w:rsid w:val="497E1E9C"/>
    <w:rsid w:val="49855DE2"/>
    <w:rsid w:val="499D3B5A"/>
    <w:rsid w:val="49B451CB"/>
    <w:rsid w:val="49B76475"/>
    <w:rsid w:val="49CA2657"/>
    <w:rsid w:val="49D32CDA"/>
    <w:rsid w:val="49D91953"/>
    <w:rsid w:val="4A132149"/>
    <w:rsid w:val="4A23284E"/>
    <w:rsid w:val="4A3001A4"/>
    <w:rsid w:val="4A3C070E"/>
    <w:rsid w:val="4A3E46ED"/>
    <w:rsid w:val="4A934349"/>
    <w:rsid w:val="4A975EC2"/>
    <w:rsid w:val="4A9B38F8"/>
    <w:rsid w:val="4ADB67A8"/>
    <w:rsid w:val="4B0E0633"/>
    <w:rsid w:val="4B1F1285"/>
    <w:rsid w:val="4B84567D"/>
    <w:rsid w:val="4BAB7B33"/>
    <w:rsid w:val="4BBD7B55"/>
    <w:rsid w:val="4BC27FAB"/>
    <w:rsid w:val="4BD27960"/>
    <w:rsid w:val="4BEA1810"/>
    <w:rsid w:val="4BF56BDD"/>
    <w:rsid w:val="4C1867FD"/>
    <w:rsid w:val="4C286A0F"/>
    <w:rsid w:val="4C4B1B69"/>
    <w:rsid w:val="4C523827"/>
    <w:rsid w:val="4C8A7435"/>
    <w:rsid w:val="4C936BEE"/>
    <w:rsid w:val="4CA20237"/>
    <w:rsid w:val="4CCE6FCD"/>
    <w:rsid w:val="4CEB1533"/>
    <w:rsid w:val="4D444DA2"/>
    <w:rsid w:val="4D693A88"/>
    <w:rsid w:val="4D9F3EAD"/>
    <w:rsid w:val="4DDF7D08"/>
    <w:rsid w:val="4DF46A29"/>
    <w:rsid w:val="4DF96465"/>
    <w:rsid w:val="4E0B4B76"/>
    <w:rsid w:val="4E0D7A2D"/>
    <w:rsid w:val="4E19130D"/>
    <w:rsid w:val="4E511CBA"/>
    <w:rsid w:val="4E635D8F"/>
    <w:rsid w:val="4E805BD3"/>
    <w:rsid w:val="4E8D5634"/>
    <w:rsid w:val="4E9B3983"/>
    <w:rsid w:val="4EAA6B06"/>
    <w:rsid w:val="4EC32821"/>
    <w:rsid w:val="4F00683A"/>
    <w:rsid w:val="4F0F701C"/>
    <w:rsid w:val="4F231FCD"/>
    <w:rsid w:val="4F9479C5"/>
    <w:rsid w:val="4FA943A7"/>
    <w:rsid w:val="4FBC57AF"/>
    <w:rsid w:val="4FC57699"/>
    <w:rsid w:val="500D2B9F"/>
    <w:rsid w:val="50103EA8"/>
    <w:rsid w:val="50191EB1"/>
    <w:rsid w:val="502C2437"/>
    <w:rsid w:val="505033DC"/>
    <w:rsid w:val="50731FCF"/>
    <w:rsid w:val="50991AC2"/>
    <w:rsid w:val="50A71EE1"/>
    <w:rsid w:val="50C21DB6"/>
    <w:rsid w:val="50CD6DBD"/>
    <w:rsid w:val="50D728CE"/>
    <w:rsid w:val="50F64DC6"/>
    <w:rsid w:val="51135A46"/>
    <w:rsid w:val="511F04BD"/>
    <w:rsid w:val="512A654F"/>
    <w:rsid w:val="513332A7"/>
    <w:rsid w:val="51422047"/>
    <w:rsid w:val="51580D9C"/>
    <w:rsid w:val="51651BFC"/>
    <w:rsid w:val="51A51E88"/>
    <w:rsid w:val="51CB5C9F"/>
    <w:rsid w:val="520F259B"/>
    <w:rsid w:val="52157670"/>
    <w:rsid w:val="52445BF4"/>
    <w:rsid w:val="52493D02"/>
    <w:rsid w:val="52595B14"/>
    <w:rsid w:val="52651B4A"/>
    <w:rsid w:val="52811933"/>
    <w:rsid w:val="52B1784B"/>
    <w:rsid w:val="52CE2D7D"/>
    <w:rsid w:val="52DF3DAB"/>
    <w:rsid w:val="52E52B3F"/>
    <w:rsid w:val="52FB5665"/>
    <w:rsid w:val="530712AC"/>
    <w:rsid w:val="53582C21"/>
    <w:rsid w:val="53820CA9"/>
    <w:rsid w:val="538A7221"/>
    <w:rsid w:val="539332B5"/>
    <w:rsid w:val="53CB40A9"/>
    <w:rsid w:val="53E83685"/>
    <w:rsid w:val="53F124CE"/>
    <w:rsid w:val="540352D7"/>
    <w:rsid w:val="54221D94"/>
    <w:rsid w:val="544F44C6"/>
    <w:rsid w:val="546522BC"/>
    <w:rsid w:val="548918EB"/>
    <w:rsid w:val="548D400C"/>
    <w:rsid w:val="549A04A6"/>
    <w:rsid w:val="54EF5C6D"/>
    <w:rsid w:val="54F014AA"/>
    <w:rsid w:val="54F57B52"/>
    <w:rsid w:val="54F8425B"/>
    <w:rsid w:val="5514293B"/>
    <w:rsid w:val="55250F12"/>
    <w:rsid w:val="55325DD9"/>
    <w:rsid w:val="555413CB"/>
    <w:rsid w:val="5554414B"/>
    <w:rsid w:val="55877FEA"/>
    <w:rsid w:val="55AC11A6"/>
    <w:rsid w:val="55B90C1A"/>
    <w:rsid w:val="55C11C53"/>
    <w:rsid w:val="55D856FC"/>
    <w:rsid w:val="55F34A9D"/>
    <w:rsid w:val="560E3B28"/>
    <w:rsid w:val="56925E65"/>
    <w:rsid w:val="56C84A1B"/>
    <w:rsid w:val="56D9343A"/>
    <w:rsid w:val="5700519D"/>
    <w:rsid w:val="57255A1A"/>
    <w:rsid w:val="573D25E1"/>
    <w:rsid w:val="5747111D"/>
    <w:rsid w:val="57793BB4"/>
    <w:rsid w:val="57AE0698"/>
    <w:rsid w:val="58151AB1"/>
    <w:rsid w:val="5828359C"/>
    <w:rsid w:val="585B2F76"/>
    <w:rsid w:val="58637FD7"/>
    <w:rsid w:val="58930DF0"/>
    <w:rsid w:val="58AA5F83"/>
    <w:rsid w:val="58F5069C"/>
    <w:rsid w:val="590659AB"/>
    <w:rsid w:val="59263A4B"/>
    <w:rsid w:val="592716DB"/>
    <w:rsid w:val="593B507B"/>
    <w:rsid w:val="595033A4"/>
    <w:rsid w:val="595C153F"/>
    <w:rsid w:val="59770462"/>
    <w:rsid w:val="597D5926"/>
    <w:rsid w:val="59B61FEB"/>
    <w:rsid w:val="59F511BE"/>
    <w:rsid w:val="5A332566"/>
    <w:rsid w:val="5A4907D5"/>
    <w:rsid w:val="5A4D34E3"/>
    <w:rsid w:val="5A6660ED"/>
    <w:rsid w:val="5A717E21"/>
    <w:rsid w:val="5AAF2B4E"/>
    <w:rsid w:val="5AB00AD4"/>
    <w:rsid w:val="5AF10428"/>
    <w:rsid w:val="5AF76F6E"/>
    <w:rsid w:val="5B0721BA"/>
    <w:rsid w:val="5B15123E"/>
    <w:rsid w:val="5B1D68AA"/>
    <w:rsid w:val="5B2832A7"/>
    <w:rsid w:val="5B331E7D"/>
    <w:rsid w:val="5B43572D"/>
    <w:rsid w:val="5B4823DA"/>
    <w:rsid w:val="5B6F4966"/>
    <w:rsid w:val="5BB1763B"/>
    <w:rsid w:val="5BC71EB6"/>
    <w:rsid w:val="5BCA6424"/>
    <w:rsid w:val="5BCB16D5"/>
    <w:rsid w:val="5BEB6692"/>
    <w:rsid w:val="5C0F3008"/>
    <w:rsid w:val="5C291B33"/>
    <w:rsid w:val="5C432B54"/>
    <w:rsid w:val="5C5E06DA"/>
    <w:rsid w:val="5C6876AB"/>
    <w:rsid w:val="5C760220"/>
    <w:rsid w:val="5C7D6CFF"/>
    <w:rsid w:val="5C9D6729"/>
    <w:rsid w:val="5D056BE5"/>
    <w:rsid w:val="5D0E1FB8"/>
    <w:rsid w:val="5D17290F"/>
    <w:rsid w:val="5D1C3EDA"/>
    <w:rsid w:val="5D266C68"/>
    <w:rsid w:val="5D355DEB"/>
    <w:rsid w:val="5D36653E"/>
    <w:rsid w:val="5DB10222"/>
    <w:rsid w:val="5DC5694B"/>
    <w:rsid w:val="5DFB5917"/>
    <w:rsid w:val="5DFB7618"/>
    <w:rsid w:val="5E024FBE"/>
    <w:rsid w:val="5E0D01FF"/>
    <w:rsid w:val="5E1A308E"/>
    <w:rsid w:val="5E7857A9"/>
    <w:rsid w:val="5E847581"/>
    <w:rsid w:val="5EA722BE"/>
    <w:rsid w:val="5EBA138D"/>
    <w:rsid w:val="5EE3759B"/>
    <w:rsid w:val="5EEC2C1F"/>
    <w:rsid w:val="5EF02E99"/>
    <w:rsid w:val="5F02158E"/>
    <w:rsid w:val="5F1E303D"/>
    <w:rsid w:val="5F5E42A5"/>
    <w:rsid w:val="5F9454A3"/>
    <w:rsid w:val="5FB25F12"/>
    <w:rsid w:val="5FBC3A6C"/>
    <w:rsid w:val="5FC16AEF"/>
    <w:rsid w:val="5FE06DE3"/>
    <w:rsid w:val="60000088"/>
    <w:rsid w:val="60005D72"/>
    <w:rsid w:val="6001391F"/>
    <w:rsid w:val="60234346"/>
    <w:rsid w:val="6037482B"/>
    <w:rsid w:val="603F7A2A"/>
    <w:rsid w:val="604C192F"/>
    <w:rsid w:val="605C408A"/>
    <w:rsid w:val="607113F2"/>
    <w:rsid w:val="60C61E7F"/>
    <w:rsid w:val="60F7488C"/>
    <w:rsid w:val="61740C24"/>
    <w:rsid w:val="61826C87"/>
    <w:rsid w:val="61CE21E9"/>
    <w:rsid w:val="61E246C7"/>
    <w:rsid w:val="61FC3669"/>
    <w:rsid w:val="61FF5F01"/>
    <w:rsid w:val="620D0DBD"/>
    <w:rsid w:val="62371A6B"/>
    <w:rsid w:val="62545D43"/>
    <w:rsid w:val="62A04334"/>
    <w:rsid w:val="62AC051B"/>
    <w:rsid w:val="62BB0107"/>
    <w:rsid w:val="62F96DE3"/>
    <w:rsid w:val="62FF72AA"/>
    <w:rsid w:val="630D0EBC"/>
    <w:rsid w:val="633A2035"/>
    <w:rsid w:val="63650798"/>
    <w:rsid w:val="639A6ABD"/>
    <w:rsid w:val="63A03314"/>
    <w:rsid w:val="63C85219"/>
    <w:rsid w:val="63DB0039"/>
    <w:rsid w:val="63F704B5"/>
    <w:rsid w:val="642724C1"/>
    <w:rsid w:val="64447935"/>
    <w:rsid w:val="64613483"/>
    <w:rsid w:val="647C438F"/>
    <w:rsid w:val="647F67EB"/>
    <w:rsid w:val="648754B0"/>
    <w:rsid w:val="64960EF0"/>
    <w:rsid w:val="649F384C"/>
    <w:rsid w:val="64A530E3"/>
    <w:rsid w:val="64A60E78"/>
    <w:rsid w:val="64AA1F47"/>
    <w:rsid w:val="64C23D02"/>
    <w:rsid w:val="650D4806"/>
    <w:rsid w:val="65267C74"/>
    <w:rsid w:val="653C62F4"/>
    <w:rsid w:val="655833B7"/>
    <w:rsid w:val="656409D9"/>
    <w:rsid w:val="65797689"/>
    <w:rsid w:val="659268EB"/>
    <w:rsid w:val="65B40C61"/>
    <w:rsid w:val="65EB7FA6"/>
    <w:rsid w:val="6626625E"/>
    <w:rsid w:val="66895527"/>
    <w:rsid w:val="66A22806"/>
    <w:rsid w:val="66B2081D"/>
    <w:rsid w:val="66CB6D61"/>
    <w:rsid w:val="66E505DA"/>
    <w:rsid w:val="66EB6329"/>
    <w:rsid w:val="66F67570"/>
    <w:rsid w:val="66FD3DC5"/>
    <w:rsid w:val="66FF090E"/>
    <w:rsid w:val="670757F9"/>
    <w:rsid w:val="670A69BA"/>
    <w:rsid w:val="678329D4"/>
    <w:rsid w:val="679468F6"/>
    <w:rsid w:val="67A10505"/>
    <w:rsid w:val="67C11E9D"/>
    <w:rsid w:val="67D677A5"/>
    <w:rsid w:val="67F3433D"/>
    <w:rsid w:val="67F707F1"/>
    <w:rsid w:val="68025425"/>
    <w:rsid w:val="68043C09"/>
    <w:rsid w:val="6815750B"/>
    <w:rsid w:val="6816124F"/>
    <w:rsid w:val="68196703"/>
    <w:rsid w:val="6836714E"/>
    <w:rsid w:val="68486CCC"/>
    <w:rsid w:val="68514FC3"/>
    <w:rsid w:val="685A799C"/>
    <w:rsid w:val="686024E4"/>
    <w:rsid w:val="68860019"/>
    <w:rsid w:val="688B1170"/>
    <w:rsid w:val="688C46C3"/>
    <w:rsid w:val="6893219E"/>
    <w:rsid w:val="68A24066"/>
    <w:rsid w:val="68C0709C"/>
    <w:rsid w:val="68CF6F04"/>
    <w:rsid w:val="69005483"/>
    <w:rsid w:val="690D44F6"/>
    <w:rsid w:val="6919477C"/>
    <w:rsid w:val="69283E31"/>
    <w:rsid w:val="69293F03"/>
    <w:rsid w:val="69344AE8"/>
    <w:rsid w:val="69707750"/>
    <w:rsid w:val="69A3587A"/>
    <w:rsid w:val="69CA468E"/>
    <w:rsid w:val="69D8294B"/>
    <w:rsid w:val="6A246BF8"/>
    <w:rsid w:val="6A4C343B"/>
    <w:rsid w:val="6A914F74"/>
    <w:rsid w:val="6AF20847"/>
    <w:rsid w:val="6AFF61D4"/>
    <w:rsid w:val="6B263950"/>
    <w:rsid w:val="6B2E6FA7"/>
    <w:rsid w:val="6B323109"/>
    <w:rsid w:val="6B88160B"/>
    <w:rsid w:val="6BB52EE5"/>
    <w:rsid w:val="6BB84EEE"/>
    <w:rsid w:val="6BCB16E0"/>
    <w:rsid w:val="6BCC072A"/>
    <w:rsid w:val="6C0321FC"/>
    <w:rsid w:val="6C072284"/>
    <w:rsid w:val="6C284DB8"/>
    <w:rsid w:val="6C321103"/>
    <w:rsid w:val="6C6408EF"/>
    <w:rsid w:val="6C707E80"/>
    <w:rsid w:val="6C776D71"/>
    <w:rsid w:val="6C7D0709"/>
    <w:rsid w:val="6CB6476C"/>
    <w:rsid w:val="6CB860D6"/>
    <w:rsid w:val="6D2F1ABC"/>
    <w:rsid w:val="6D7C2B89"/>
    <w:rsid w:val="6D826EA6"/>
    <w:rsid w:val="6D845CAE"/>
    <w:rsid w:val="6D8860E7"/>
    <w:rsid w:val="6DC30AE4"/>
    <w:rsid w:val="6DDF6889"/>
    <w:rsid w:val="6DE15D4A"/>
    <w:rsid w:val="6DF15BCB"/>
    <w:rsid w:val="6DF47609"/>
    <w:rsid w:val="6DFB4680"/>
    <w:rsid w:val="6E0F63E3"/>
    <w:rsid w:val="6E514FAC"/>
    <w:rsid w:val="6E671580"/>
    <w:rsid w:val="6E7E1906"/>
    <w:rsid w:val="6E8951B1"/>
    <w:rsid w:val="6E8B6BA8"/>
    <w:rsid w:val="6ED53D6E"/>
    <w:rsid w:val="6EF57F77"/>
    <w:rsid w:val="6EFD7D1D"/>
    <w:rsid w:val="6F1F23F5"/>
    <w:rsid w:val="6F457F72"/>
    <w:rsid w:val="6F5A490B"/>
    <w:rsid w:val="6F695FB3"/>
    <w:rsid w:val="6F6F230B"/>
    <w:rsid w:val="6F854D74"/>
    <w:rsid w:val="6FA477CF"/>
    <w:rsid w:val="6FBD153B"/>
    <w:rsid w:val="701965D0"/>
    <w:rsid w:val="702C4A36"/>
    <w:rsid w:val="705B0E49"/>
    <w:rsid w:val="706A310D"/>
    <w:rsid w:val="70791C3E"/>
    <w:rsid w:val="70A81C76"/>
    <w:rsid w:val="70C1083E"/>
    <w:rsid w:val="70D76224"/>
    <w:rsid w:val="71007D1A"/>
    <w:rsid w:val="71212187"/>
    <w:rsid w:val="7156465A"/>
    <w:rsid w:val="716525C9"/>
    <w:rsid w:val="71661C7B"/>
    <w:rsid w:val="716D19B5"/>
    <w:rsid w:val="71AB05BA"/>
    <w:rsid w:val="71BD5F58"/>
    <w:rsid w:val="71E5216D"/>
    <w:rsid w:val="721C3CF6"/>
    <w:rsid w:val="72B33B73"/>
    <w:rsid w:val="72B85BE9"/>
    <w:rsid w:val="72BB7108"/>
    <w:rsid w:val="72CD6486"/>
    <w:rsid w:val="72E87CAE"/>
    <w:rsid w:val="72F21361"/>
    <w:rsid w:val="7305340E"/>
    <w:rsid w:val="730A1AE0"/>
    <w:rsid w:val="73345A93"/>
    <w:rsid w:val="73BB14EB"/>
    <w:rsid w:val="73F30A27"/>
    <w:rsid w:val="74006FE2"/>
    <w:rsid w:val="74175054"/>
    <w:rsid w:val="74241741"/>
    <w:rsid w:val="74603E5C"/>
    <w:rsid w:val="746429F2"/>
    <w:rsid w:val="74785B60"/>
    <w:rsid w:val="74AE4307"/>
    <w:rsid w:val="74C842EC"/>
    <w:rsid w:val="74CE2AB9"/>
    <w:rsid w:val="74D53D5E"/>
    <w:rsid w:val="74EF041D"/>
    <w:rsid w:val="75024F14"/>
    <w:rsid w:val="75340BF1"/>
    <w:rsid w:val="753C69A1"/>
    <w:rsid w:val="75520DE6"/>
    <w:rsid w:val="75547E1A"/>
    <w:rsid w:val="75713C8E"/>
    <w:rsid w:val="75BE7F78"/>
    <w:rsid w:val="75F74C52"/>
    <w:rsid w:val="76080258"/>
    <w:rsid w:val="760B6749"/>
    <w:rsid w:val="760E2155"/>
    <w:rsid w:val="761C786F"/>
    <w:rsid w:val="761E11FD"/>
    <w:rsid w:val="762D5B0D"/>
    <w:rsid w:val="766F6F78"/>
    <w:rsid w:val="767752CD"/>
    <w:rsid w:val="76793654"/>
    <w:rsid w:val="767F32D6"/>
    <w:rsid w:val="769524B7"/>
    <w:rsid w:val="769C7508"/>
    <w:rsid w:val="76D062ED"/>
    <w:rsid w:val="76D36B52"/>
    <w:rsid w:val="772A3878"/>
    <w:rsid w:val="77620C60"/>
    <w:rsid w:val="776657FD"/>
    <w:rsid w:val="77C10B34"/>
    <w:rsid w:val="77E73A3B"/>
    <w:rsid w:val="77EC348B"/>
    <w:rsid w:val="78227BFF"/>
    <w:rsid w:val="78284028"/>
    <w:rsid w:val="787F61EB"/>
    <w:rsid w:val="78896626"/>
    <w:rsid w:val="78925587"/>
    <w:rsid w:val="78AA347E"/>
    <w:rsid w:val="78D24B39"/>
    <w:rsid w:val="78D3111C"/>
    <w:rsid w:val="78D36579"/>
    <w:rsid w:val="792F0CE4"/>
    <w:rsid w:val="7935450C"/>
    <w:rsid w:val="794C670E"/>
    <w:rsid w:val="7997448F"/>
    <w:rsid w:val="799A4C36"/>
    <w:rsid w:val="79A540FA"/>
    <w:rsid w:val="79A61C5C"/>
    <w:rsid w:val="79CF6B25"/>
    <w:rsid w:val="79D8461C"/>
    <w:rsid w:val="79FB126D"/>
    <w:rsid w:val="7A0103E1"/>
    <w:rsid w:val="7A09218A"/>
    <w:rsid w:val="7A0D4AFE"/>
    <w:rsid w:val="7A262012"/>
    <w:rsid w:val="7A2B0AC4"/>
    <w:rsid w:val="7A32013B"/>
    <w:rsid w:val="7A3F1FC4"/>
    <w:rsid w:val="7A443C76"/>
    <w:rsid w:val="7A492719"/>
    <w:rsid w:val="7A700844"/>
    <w:rsid w:val="7A8024E3"/>
    <w:rsid w:val="7A8F389D"/>
    <w:rsid w:val="7A9C7088"/>
    <w:rsid w:val="7AB616C5"/>
    <w:rsid w:val="7AD314F7"/>
    <w:rsid w:val="7AEE74FB"/>
    <w:rsid w:val="7B113086"/>
    <w:rsid w:val="7B17737A"/>
    <w:rsid w:val="7B383B88"/>
    <w:rsid w:val="7B452E0C"/>
    <w:rsid w:val="7B4555A8"/>
    <w:rsid w:val="7B61357A"/>
    <w:rsid w:val="7B727EBC"/>
    <w:rsid w:val="7B754A1C"/>
    <w:rsid w:val="7C0C31B7"/>
    <w:rsid w:val="7C2B6DB7"/>
    <w:rsid w:val="7C527629"/>
    <w:rsid w:val="7C6367D1"/>
    <w:rsid w:val="7C8111C4"/>
    <w:rsid w:val="7C8A2658"/>
    <w:rsid w:val="7C8D6C68"/>
    <w:rsid w:val="7CAA464A"/>
    <w:rsid w:val="7CF0618C"/>
    <w:rsid w:val="7CF93248"/>
    <w:rsid w:val="7D5E6144"/>
    <w:rsid w:val="7D736BE3"/>
    <w:rsid w:val="7D7B163C"/>
    <w:rsid w:val="7D9C50FB"/>
    <w:rsid w:val="7D9E020A"/>
    <w:rsid w:val="7DCD5B58"/>
    <w:rsid w:val="7E0B247B"/>
    <w:rsid w:val="7E385C37"/>
    <w:rsid w:val="7E3A4CD4"/>
    <w:rsid w:val="7E5C6E22"/>
    <w:rsid w:val="7E651A35"/>
    <w:rsid w:val="7E726BA3"/>
    <w:rsid w:val="7E75464F"/>
    <w:rsid w:val="7EF533E4"/>
    <w:rsid w:val="7EFF7640"/>
    <w:rsid w:val="7F19625F"/>
    <w:rsid w:val="7F1A13C6"/>
    <w:rsid w:val="7F315DF8"/>
    <w:rsid w:val="7F335C1A"/>
    <w:rsid w:val="7F4345C3"/>
    <w:rsid w:val="7F6E65A0"/>
    <w:rsid w:val="7F865F72"/>
    <w:rsid w:val="7FB62A9C"/>
    <w:rsid w:val="7FC50F2C"/>
    <w:rsid w:val="7FE5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99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spacing w:before="340" w:after="330"/>
      <w:jc w:val="center"/>
      <w:outlineLvl w:val="0"/>
    </w:pPr>
    <w:rPr>
      <w:rFonts w:ascii="Times New Roman" w:hAnsi="Times New Roman" w:eastAsia="黑体" w:cs="Times New Roman"/>
      <w:b/>
      <w:bCs/>
      <w:kern w:val="44"/>
      <w:sz w:val="72"/>
      <w:szCs w:val="72"/>
    </w:rPr>
  </w:style>
  <w:style w:type="character" w:default="1" w:styleId="11">
    <w:name w:val="Default Paragraph Font"/>
    <w:qFormat/>
    <w:uiPriority w:val="99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36"/>
    <w:qFormat/>
    <w:uiPriority w:val="99"/>
    <w:pPr>
      <w:shd w:val="clear" w:color="auto" w:fill="000080"/>
    </w:pPr>
  </w:style>
  <w:style w:type="paragraph" w:styleId="4">
    <w:name w:val="annotation text"/>
    <w:basedOn w:val="1"/>
    <w:link w:val="16"/>
    <w:qFormat/>
    <w:uiPriority w:val="99"/>
    <w:pPr>
      <w:jc w:val="left"/>
    </w:pPr>
    <w:rPr>
      <w:rFonts w:ascii="Times New Roman" w:hAnsi="Times New Roman" w:cs="Times New Roman"/>
    </w:rPr>
  </w:style>
  <w:style w:type="paragraph" w:styleId="5">
    <w:name w:val="Body Text Indent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549"/>
      <w:jc w:val="both"/>
    </w:pPr>
    <w:rPr>
      <w:rFonts w:hint="eastAsia" w:ascii="仿宋_GB2312" w:hAnsi="Arial" w:eastAsia="仿宋_GB2312" w:cs="Times New Roman"/>
      <w:bCs/>
      <w:kern w:val="2"/>
      <w:sz w:val="28"/>
      <w:szCs w:val="24"/>
      <w:lang w:val="en-US" w:eastAsia="zh-CN" w:bidi="ar"/>
    </w:rPr>
  </w:style>
  <w:style w:type="paragraph" w:styleId="6">
    <w:name w:val="endnote text"/>
    <w:basedOn w:val="1"/>
    <w:link w:val="38"/>
    <w:qFormat/>
    <w:uiPriority w:val="99"/>
    <w:pPr>
      <w:jc w:val="left"/>
    </w:pPr>
    <w:rPr>
      <w:rFonts w:ascii="Courier" w:hAnsi="Courier" w:cs="Courier"/>
      <w:kern w:val="0"/>
      <w:sz w:val="24"/>
      <w:szCs w:val="24"/>
    </w:rPr>
  </w:style>
  <w:style w:type="paragraph" w:styleId="7">
    <w:name w:val="header"/>
    <w:basedOn w:val="1"/>
    <w:link w:val="37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8">
    <w:name w:val="Normal (Web)"/>
    <w:basedOn w:val="1"/>
    <w:unhideWhenUsed/>
    <w:qFormat/>
    <w:uiPriority w:val="99"/>
    <w:rPr>
      <w:sz w:val="24"/>
    </w:rPr>
  </w:style>
  <w:style w:type="table" w:styleId="10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qFormat/>
    <w:uiPriority w:val="99"/>
    <w:rPr>
      <w:rFonts w:ascii="Times New Roman" w:hAnsi="Times New Roman" w:cs="Times New Roman"/>
      <w:color w:val="800080"/>
      <w:u w:val="single"/>
    </w:rPr>
  </w:style>
  <w:style w:type="character" w:styleId="13">
    <w:name w:val="Hyperlink"/>
    <w:basedOn w:val="11"/>
    <w:qFormat/>
    <w:uiPriority w:val="99"/>
    <w:rPr>
      <w:rFonts w:ascii="Times New Roman" w:hAnsi="Times New Roman" w:cs="Times New Roman"/>
      <w:color w:val="0000FF"/>
      <w:u w:val="single"/>
    </w:rPr>
  </w:style>
  <w:style w:type="character" w:styleId="14">
    <w:name w:val="annotation reference"/>
    <w:basedOn w:val="11"/>
    <w:qFormat/>
    <w:uiPriority w:val="99"/>
    <w:rPr>
      <w:rFonts w:ascii="Times New Roman" w:hAnsi="Times New Roman" w:cs="Times New Roman"/>
      <w:sz w:val="21"/>
      <w:szCs w:val="21"/>
    </w:rPr>
  </w:style>
  <w:style w:type="character" w:customStyle="1" w:styleId="15">
    <w:name w:val="Heading 1 Char"/>
    <w:basedOn w:val="11"/>
    <w:link w:val="2"/>
    <w:qFormat/>
    <w:uiPriority w:val="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16">
    <w:name w:val="Comment Text Char"/>
    <w:basedOn w:val="11"/>
    <w:link w:val="4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7">
    <w:name w:val="15"/>
    <w:basedOn w:val="11"/>
    <w:qFormat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18">
    <w:name w:val="标题 3 Char"/>
    <w:basedOn w:val="11"/>
    <w:qFormat/>
    <w:uiPriority w:val="99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  <w:style w:type="character" w:customStyle="1" w:styleId="19">
    <w:name w:val="font21"/>
    <w:basedOn w:val="11"/>
    <w:qFormat/>
    <w:uiPriority w:val="99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日期 Char"/>
    <w:basedOn w:val="11"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/>
    </w:rPr>
  </w:style>
  <w:style w:type="character" w:customStyle="1" w:styleId="21">
    <w:name w:val="页脚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2">
    <w:name w:val="标题 1 Char1"/>
    <w:basedOn w:val="11"/>
    <w:qFormat/>
    <w:uiPriority w:val="99"/>
    <w:rPr>
      <w:rFonts w:ascii="Times New Roman" w:hAnsi="Times New Roman" w:eastAsia="黑体" w:cs="Times New Roman"/>
      <w:b/>
      <w:bCs/>
      <w:kern w:val="44"/>
      <w:sz w:val="44"/>
      <w:szCs w:val="44"/>
      <w:lang w:val="en-US" w:eastAsia="zh-CN"/>
    </w:rPr>
  </w:style>
  <w:style w:type="character" w:customStyle="1" w:styleId="23">
    <w:name w:val="文档结构图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24">
    <w:name w:val="页眉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5">
    <w:name w:val="批注文字 Char"/>
    <w:basedOn w:val="11"/>
    <w:qFormat/>
    <w:uiPriority w:val="99"/>
    <w:rPr>
      <w:rFonts w:ascii="Times New Roman" w:hAnsi="Times New Roman" w:cs="Times New Roman"/>
      <w:kern w:val="2"/>
      <w:sz w:val="21"/>
      <w:szCs w:val="21"/>
    </w:rPr>
  </w:style>
  <w:style w:type="character" w:customStyle="1" w:styleId="26">
    <w:name w:val="fontstyle21"/>
    <w:basedOn w:val="11"/>
    <w:qFormat/>
    <w:uiPriority w:val="99"/>
    <w:rPr>
      <w:rFonts w:ascii="宋体" w:hAnsi="宋体" w:eastAsia="宋体" w:cs="宋体"/>
      <w:color w:val="000000"/>
      <w:sz w:val="32"/>
      <w:szCs w:val="32"/>
    </w:rPr>
  </w:style>
  <w:style w:type="character" w:customStyle="1" w:styleId="27">
    <w:name w:val="标题 1 Char"/>
    <w:basedOn w:val="11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/>
    </w:rPr>
  </w:style>
  <w:style w:type="character" w:customStyle="1" w:styleId="28">
    <w:name w:val="标题 2 Char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29">
    <w:name w:val="font11"/>
    <w:basedOn w:val="11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标题 4 Char"/>
    <w:basedOn w:val="11"/>
    <w:qFormat/>
    <w:uiPriority w:val="99"/>
    <w:rPr>
      <w:rFonts w:ascii="Arial" w:hAnsi="Arial" w:eastAsia="黑体" w:cs="Arial"/>
      <w:b/>
      <w:bCs/>
      <w:kern w:val="2"/>
      <w:sz w:val="28"/>
      <w:szCs w:val="28"/>
      <w:lang w:val="en-US" w:eastAsia="zh-CN"/>
    </w:rPr>
  </w:style>
  <w:style w:type="character" w:customStyle="1" w:styleId="31">
    <w:name w:val="标题 2 Char1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32">
    <w:name w:val="fontstyle01"/>
    <w:basedOn w:val="11"/>
    <w:qFormat/>
    <w:uiPriority w:val="99"/>
    <w:rPr>
      <w:rFonts w:ascii="仿宋" w:hAnsi="Times New Roman" w:eastAsia="仿宋" w:cs="仿宋"/>
      <w:color w:val="000000"/>
      <w:sz w:val="32"/>
      <w:szCs w:val="32"/>
    </w:rPr>
  </w:style>
  <w:style w:type="character" w:customStyle="1" w:styleId="33">
    <w:name w:val="正文文本 2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34">
    <w:name w:val="正文文本缩进 Char"/>
    <w:basedOn w:val="11"/>
    <w:qFormat/>
    <w:uiPriority w:val="99"/>
    <w:rPr>
      <w:rFonts w:ascii="仿宋_GB2312" w:hAnsi="Arial" w:eastAsia="仿宋_GB2312" w:cs="仿宋_GB2312"/>
      <w:kern w:val="2"/>
      <w:sz w:val="24"/>
      <w:szCs w:val="24"/>
    </w:rPr>
  </w:style>
  <w:style w:type="paragraph" w:customStyle="1" w:styleId="35">
    <w:name w:val="Char1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36">
    <w:name w:val="Document Map Char"/>
    <w:basedOn w:val="11"/>
    <w:link w:val="3"/>
    <w:semiHidden/>
    <w:qFormat/>
    <w:uiPriority w:val="99"/>
    <w:rPr>
      <w:rFonts w:ascii="Times New Roman" w:hAnsi="Times New Roman" w:eastAsia="宋体" w:cs="Times New Roman"/>
      <w:sz w:val="0"/>
      <w:szCs w:val="0"/>
    </w:rPr>
  </w:style>
  <w:style w:type="character" w:customStyle="1" w:styleId="37">
    <w:name w:val="Header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38">
    <w:name w:val="Endnote Text Char"/>
    <w:basedOn w:val="11"/>
    <w:link w:val="6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39">
    <w:name w:val="批注主题 字符"/>
    <w:basedOn w:val="11"/>
    <w:qFormat/>
    <w:uiPriority w:val="9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40">
    <w:name w:val="批注文字 字符"/>
    <w:basedOn w:val="1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41">
    <w:name w:val="font01"/>
    <w:basedOn w:val="11"/>
    <w:qFormat/>
    <w:uiPriority w:val="99"/>
    <w:rPr>
      <w:rFonts w:ascii="Arial" w:hAnsi="Arial" w:cs="Arial"/>
      <w:color w:val="000000"/>
      <w:sz w:val="21"/>
      <w:szCs w:val="21"/>
      <w:u w:val="none"/>
    </w:rPr>
  </w:style>
  <w:style w:type="character" w:customStyle="1" w:styleId="42">
    <w:name w:val="纯文本 字符"/>
    <w:basedOn w:val="11"/>
    <w:qFormat/>
    <w:uiPriority w:val="0"/>
    <w:rPr>
      <w:rFonts w:ascii="宋体" w:hAnsi="Courier New"/>
      <w:kern w:val="2"/>
      <w:sz w:val="21"/>
      <w:szCs w:val="24"/>
    </w:rPr>
  </w:style>
  <w:style w:type="character" w:customStyle="1" w:styleId="43">
    <w:name w:val="页眉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4">
    <w:name w:val="日期 字符"/>
    <w:basedOn w:val="11"/>
    <w:qFormat/>
    <w:uiPriority w:val="0"/>
    <w:rPr>
      <w:rFonts w:eastAsia="宋体"/>
      <w:kern w:val="2"/>
      <w:sz w:val="21"/>
      <w:lang w:val="en-US" w:eastAsia="zh-CN" w:bidi="ar"/>
    </w:rPr>
  </w:style>
  <w:style w:type="character" w:customStyle="1" w:styleId="45">
    <w:name w:val="文档结构图 字符"/>
    <w:basedOn w:val="11"/>
    <w:qFormat/>
    <w:uiPriority w:val="0"/>
    <w:rPr>
      <w:rFonts w:eastAsia="宋体"/>
      <w:kern w:val="2"/>
      <w:sz w:val="21"/>
      <w:szCs w:val="24"/>
      <w:lang w:val="en-US" w:eastAsia="zh-CN" w:bidi="ar"/>
    </w:rPr>
  </w:style>
  <w:style w:type="character" w:customStyle="1" w:styleId="46">
    <w:name w:val="页脚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7">
    <w:name w:val="标题 4 字符"/>
    <w:basedOn w:val="11"/>
    <w:qFormat/>
    <w:uiPriority w:val="0"/>
    <w:rPr>
      <w:rFonts w:ascii="Arial" w:hAnsi="Arial" w:eastAsia="黑体"/>
      <w:b/>
      <w:kern w:val="2"/>
      <w:sz w:val="28"/>
      <w:szCs w:val="28"/>
    </w:rPr>
  </w:style>
  <w:style w:type="character" w:customStyle="1" w:styleId="48">
    <w:name w:val="正文文本 2 字符"/>
    <w:basedOn w:val="11"/>
    <w:qFormat/>
    <w:uiPriority w:val="0"/>
    <w:rPr>
      <w:rFonts w:eastAsia="宋体"/>
      <w:kern w:val="2"/>
      <w:sz w:val="24"/>
      <w:lang w:val="en-US" w:eastAsia="zh-CN" w:bidi="ar"/>
    </w:rPr>
  </w:style>
  <w:style w:type="character" w:customStyle="1" w:styleId="49">
    <w:name w:val="标题 2 字符"/>
    <w:basedOn w:val="11"/>
    <w:qFormat/>
    <w:uiPriority w:val="0"/>
    <w:rPr>
      <w:rFonts w:ascii="Arial" w:hAnsi="Arial" w:eastAsia="黑体"/>
      <w:b/>
      <w:kern w:val="2"/>
      <w:sz w:val="32"/>
      <w:szCs w:val="32"/>
      <w:lang w:val="en-US" w:eastAsia="zh-CN" w:bidi="ar"/>
    </w:rPr>
  </w:style>
  <w:style w:type="character" w:customStyle="1" w:styleId="50">
    <w:name w:val="标题 1 字符"/>
    <w:basedOn w:val="11"/>
    <w:qFormat/>
    <w:uiPriority w:val="0"/>
    <w:rPr>
      <w:rFonts w:eastAsia="黑体"/>
      <w:b/>
      <w:kern w:val="44"/>
      <w:sz w:val="72"/>
      <w:szCs w:val="44"/>
      <w:lang w:val="en-US" w:eastAsia="zh-CN" w:bidi="ar"/>
    </w:rPr>
  </w:style>
  <w:style w:type="character" w:customStyle="1" w:styleId="51">
    <w:name w:val="标题 3 字符"/>
    <w:basedOn w:val="11"/>
    <w:qFormat/>
    <w:uiPriority w:val="0"/>
    <w:rPr>
      <w:rFonts w:eastAsia="宋体"/>
      <w:b/>
      <w:kern w:val="2"/>
      <w:sz w:val="28"/>
      <w:szCs w:val="32"/>
      <w:lang w:val="en-US" w:eastAsia="zh-CN" w:bidi="ar"/>
    </w:rPr>
  </w:style>
  <w:style w:type="character" w:customStyle="1" w:styleId="52">
    <w:name w:val="正文文本缩进 字符"/>
    <w:basedOn w:val="11"/>
    <w:qFormat/>
    <w:uiPriority w:val="0"/>
    <w:rPr>
      <w:rFonts w:ascii="仿宋_GB2312" w:hAnsi="Arial" w:eastAsia="仿宋_GB2312"/>
      <w:bCs/>
      <w:kern w:val="2"/>
      <w:sz w:val="28"/>
      <w:szCs w:val="24"/>
    </w:rPr>
  </w:style>
  <w:style w:type="paragraph" w:customStyle="1" w:styleId="53">
    <w:name w:val="Default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黑体" w:hAnsi="Times New Roman" w:eastAsia="黑体" w:cs="Times New Roman"/>
      <w:color w:val="000000"/>
      <w:kern w:val="0"/>
      <w:sz w:val="24"/>
      <w:szCs w:val="24"/>
      <w:lang w:val="en-US" w:eastAsia="zh-CN" w:bidi="ar"/>
    </w:rPr>
  </w:style>
  <w:style w:type="paragraph" w:customStyle="1" w:styleId="54">
    <w:name w:val="p2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eastAsia" w:ascii="Arial Unicode MS" w:hAnsi="Arial Unicode MS" w:eastAsia="Arial Unicode MS" w:cs="Times New Roman"/>
      <w:kern w:val="0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72</Pages>
  <Words>10387</Words>
  <Characters>0</Characters>
  <Lines>0</Lines>
  <Paragraphs>0</Paragraphs>
  <TotalTime>108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ASUS</cp:lastModifiedBy>
  <cp:lastPrinted>2025-11-05T01:04:00Z</cp:lastPrinted>
  <dcterms:modified xsi:type="dcterms:W3CDTF">2025-11-20T06:06:20Z</dcterms:modified>
  <dc:title>中国人民银行2022年钞票处理设备维护保养及维修采购业务需求及技术规范（第一包）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